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75F8A">
        <w:rPr>
          <w:rFonts w:ascii="Arial" w:hAnsi="Arial" w:cs="Arial"/>
          <w:b/>
          <w:caps/>
          <w:sz w:val="28"/>
          <w:szCs w:val="28"/>
        </w:rPr>
        <w:t>8</w:t>
      </w:r>
      <w:r w:rsidR="00E8034B">
        <w:rPr>
          <w:rFonts w:ascii="Arial" w:hAnsi="Arial" w:cs="Arial"/>
          <w:b/>
          <w:caps/>
          <w:sz w:val="28"/>
          <w:szCs w:val="28"/>
        </w:rPr>
        <w:t>64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3255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92BEB" w:rsidP="00E8034B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E8034B">
              <w:rPr>
                <w:rFonts w:ascii="Arial" w:hAnsi="Arial" w:cs="Arial"/>
                <w:sz w:val="20"/>
                <w:szCs w:val="20"/>
              </w:rPr>
              <w:t>manutenção de calçada da Estrada do Lim</w:t>
            </w:r>
            <w:r w:rsidR="002F73D0">
              <w:rPr>
                <w:rFonts w:ascii="Arial" w:hAnsi="Arial" w:cs="Arial"/>
                <w:sz w:val="20"/>
                <w:szCs w:val="20"/>
              </w:rPr>
              <w:t>o</w:t>
            </w:r>
            <w:r w:rsidR="00E8034B">
              <w:rPr>
                <w:rFonts w:ascii="Arial" w:hAnsi="Arial" w:cs="Arial"/>
                <w:sz w:val="20"/>
                <w:szCs w:val="20"/>
              </w:rPr>
              <w:t>eiro, defronte do nº 225, no Jardim Dora</w:t>
            </w:r>
            <w:r w:rsidR="00E7194E" w:rsidRPr="00E7194E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</w:t>
      </w:r>
      <w:r w:rsidR="00FD6CD6">
        <w:rPr>
          <w:rFonts w:ascii="Arial" w:hAnsi="Arial" w:cs="Arial"/>
        </w:rPr>
        <w:t xml:space="preserve">visando </w:t>
      </w:r>
      <w:r w:rsidR="0085135D">
        <w:rPr>
          <w:rFonts w:ascii="Arial" w:hAnsi="Arial" w:cs="Arial"/>
        </w:rPr>
        <w:t>à</w:t>
      </w:r>
      <w:r w:rsidR="00C5374E" w:rsidRPr="00C5374E">
        <w:rPr>
          <w:rFonts w:ascii="Arial" w:hAnsi="Arial" w:cs="Arial"/>
        </w:rPr>
        <w:t xml:space="preserve"> </w:t>
      </w:r>
      <w:r w:rsidR="002F73D0" w:rsidRPr="002F73D0">
        <w:rPr>
          <w:rFonts w:ascii="Arial" w:hAnsi="Arial" w:cs="Arial"/>
        </w:rPr>
        <w:t>manutenção de calçada da Estrada do Lim</w:t>
      </w:r>
      <w:r w:rsidR="002F73D0">
        <w:rPr>
          <w:rFonts w:ascii="Arial" w:hAnsi="Arial" w:cs="Arial"/>
        </w:rPr>
        <w:t>o</w:t>
      </w:r>
      <w:r w:rsidR="002F73D0" w:rsidRPr="002F73D0">
        <w:rPr>
          <w:rFonts w:ascii="Arial" w:hAnsi="Arial" w:cs="Arial"/>
        </w:rPr>
        <w:t>eiro, defronte do nº 225, no Jardim Dora</w:t>
      </w:r>
      <w:r w:rsidR="00BF184D">
        <w:rPr>
          <w:rFonts w:ascii="Arial" w:hAnsi="Arial" w:cs="Arial"/>
        </w:rPr>
        <w:t>.</w:t>
      </w:r>
    </w:p>
    <w:p w:rsidR="00762518" w:rsidRDefault="006E657F" w:rsidP="00FB3B2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E657F">
        <w:rPr>
          <w:rFonts w:ascii="Arial" w:hAnsi="Arial" w:cs="Arial"/>
        </w:rPr>
        <w:t xml:space="preserve">O pedido </w:t>
      </w:r>
      <w:r w:rsidR="00535A48" w:rsidRPr="00535A48">
        <w:rPr>
          <w:rFonts w:ascii="Arial" w:hAnsi="Arial" w:cs="Arial"/>
        </w:rPr>
        <w:t xml:space="preserve">se </w:t>
      </w:r>
      <w:r w:rsidR="00D94AC7" w:rsidRPr="00D94AC7">
        <w:rPr>
          <w:rFonts w:ascii="Arial" w:hAnsi="Arial" w:cs="Arial"/>
        </w:rPr>
        <w:t xml:space="preserve">justifica, </w:t>
      </w:r>
      <w:r w:rsidR="00995980" w:rsidRPr="00995980">
        <w:rPr>
          <w:rFonts w:ascii="Arial" w:hAnsi="Arial" w:cs="Arial"/>
        </w:rPr>
        <w:t xml:space="preserve">pois, </w:t>
      </w:r>
      <w:r w:rsidR="00FB3B27" w:rsidRPr="00FB3B27">
        <w:rPr>
          <w:rFonts w:ascii="Arial" w:hAnsi="Arial" w:cs="Arial"/>
        </w:rPr>
        <w:t xml:space="preserve">a </w:t>
      </w:r>
      <w:r w:rsidR="00D17529" w:rsidRPr="00D17529">
        <w:rPr>
          <w:rFonts w:ascii="Arial" w:hAnsi="Arial" w:cs="Arial"/>
        </w:rPr>
        <w:t>referida calçada se encontra com sua estrutura danificada nas proximidades d</w:t>
      </w:r>
      <w:r w:rsidR="000C18D5">
        <w:rPr>
          <w:rFonts w:ascii="Arial" w:hAnsi="Arial" w:cs="Arial"/>
        </w:rPr>
        <w:t xml:space="preserve">o Colégio </w:t>
      </w:r>
      <w:proofErr w:type="spellStart"/>
      <w:r w:rsidR="00D17529" w:rsidRPr="00D17529">
        <w:rPr>
          <w:rFonts w:ascii="Arial" w:hAnsi="Arial" w:cs="Arial"/>
        </w:rPr>
        <w:t>Univap</w:t>
      </w:r>
      <w:proofErr w:type="spellEnd"/>
      <w:r w:rsidR="00D17529" w:rsidRPr="00D17529">
        <w:rPr>
          <w:rFonts w:ascii="Arial" w:hAnsi="Arial" w:cs="Arial"/>
        </w:rPr>
        <w:t xml:space="preserve">, onde há grande fluxo de pessoas, </w:t>
      </w:r>
      <w:r w:rsidR="00D17529">
        <w:rPr>
          <w:rFonts w:ascii="Arial" w:hAnsi="Arial" w:cs="Arial"/>
        </w:rPr>
        <w:t>o que causa transtornos aos usuários e possibilita a ocorrência de graves acidentes</w:t>
      </w:r>
      <w:r w:rsidR="00762518">
        <w:rPr>
          <w:rFonts w:ascii="Arial" w:hAnsi="Arial" w:cs="Arial"/>
        </w:rPr>
        <w:t>.</w:t>
      </w:r>
      <w:bookmarkStart w:id="0" w:name="_GoBack"/>
      <w:bookmarkEnd w:id="0"/>
    </w:p>
    <w:p w:rsidR="006A74D2" w:rsidRDefault="006A74D2" w:rsidP="006A74D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Fotos em anexo.</w:t>
      </w:r>
    </w:p>
    <w:p w:rsidR="003A77BE" w:rsidRDefault="003E188F" w:rsidP="003B54F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5A0EDA" w:rsidRPr="005A0EDA">
        <w:rPr>
          <w:rFonts w:ascii="Arial" w:hAnsi="Arial" w:cs="Arial"/>
        </w:rPr>
        <w:t xml:space="preserve">Assim sendo, mui respeitosamente recorremos à compreensão e aos préstimos do Excelentíssimo Senhor Izaías José </w:t>
      </w:r>
      <w:r w:rsidR="00100244">
        <w:rPr>
          <w:rFonts w:ascii="Arial" w:hAnsi="Arial" w:cs="Arial"/>
        </w:rPr>
        <w:t xml:space="preserve">de </w:t>
      </w:r>
      <w:r w:rsidR="005A0EDA" w:rsidRPr="005A0EDA">
        <w:rPr>
          <w:rFonts w:ascii="Arial" w:hAnsi="Arial" w:cs="Arial"/>
        </w:rPr>
        <w:t>Santana, Prefeito Municipal, e transmitimos nossas respeitosas saudações</w:t>
      </w:r>
      <w:r>
        <w:rPr>
          <w:rFonts w:ascii="Arial" w:hAnsi="Arial" w:cs="Arial"/>
        </w:rPr>
        <w:t>.</w:t>
      </w:r>
    </w:p>
    <w:p w:rsidR="006F4E64" w:rsidRDefault="003A77BE" w:rsidP="00DC4E87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67163">
        <w:rPr>
          <w:rFonts w:ascii="Arial" w:hAnsi="Arial" w:cs="Arial"/>
        </w:rPr>
        <w:t>4</w:t>
      </w:r>
      <w:r w:rsidR="006B2A1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 xml:space="preserve">de </w:t>
      </w:r>
      <w:r w:rsidR="00ED0B9D">
        <w:rPr>
          <w:rFonts w:ascii="Arial" w:hAnsi="Arial" w:cs="Arial"/>
        </w:rPr>
        <w:t>a</w:t>
      </w:r>
      <w:r w:rsidR="00467163">
        <w:rPr>
          <w:rFonts w:ascii="Arial" w:hAnsi="Arial" w:cs="Arial"/>
        </w:rPr>
        <w:t>b</w:t>
      </w:r>
      <w:r w:rsidR="00ED0B9D">
        <w:rPr>
          <w:rFonts w:ascii="Arial" w:hAnsi="Arial" w:cs="Arial"/>
        </w:rPr>
        <w:t>r</w:t>
      </w:r>
      <w:r w:rsidR="00467163">
        <w:rPr>
          <w:rFonts w:ascii="Arial" w:hAnsi="Arial" w:cs="Arial"/>
        </w:rPr>
        <w:t>il</w:t>
      </w:r>
      <w:r w:rsidR="00CB7B72">
        <w:rPr>
          <w:rFonts w:ascii="Arial" w:hAnsi="Arial" w:cs="Arial"/>
        </w:rPr>
        <w:t xml:space="preserve"> </w:t>
      </w:r>
      <w:r w:rsidR="00D97184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B6A4F" w:rsidRDefault="00FB6A4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CA374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F002CC" w:rsidRDefault="006D5C63" w:rsidP="00995980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2F4A70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</w:t>
      </w:r>
    </w:p>
    <w:p w:rsidR="00E32B41" w:rsidRDefault="00E32B4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E32B41" w:rsidRPr="000D3623" w:rsidRDefault="00831C26" w:rsidP="00995980">
      <w:pPr>
        <w:jc w:val="center"/>
        <w:rPr>
          <w:rFonts w:ascii="Arial" w:hAnsi="Arial" w:cs="Arial"/>
          <w:sz w:val="20"/>
          <w:szCs w:val="20"/>
        </w:rPr>
      </w:pPr>
      <w:r>
        <w:rPr>
          <w:rFonts w:cs="Arial"/>
          <w:noProof/>
        </w:rPr>
        <w:lastRenderedPageBreak/>
        <w:drawing>
          <wp:inline distT="0" distB="0" distL="0" distR="0">
            <wp:extent cx="5753100" cy="2895600"/>
            <wp:effectExtent l="0" t="0" r="0" b="0"/>
            <wp:docPr id="3" name="Imagem 3" descr="WhatsApp Image 2018-03-13 at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hatsApp Image 2018-03-13 at 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8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6A4F" w:rsidRPr="000D3623" w:rsidRDefault="00FB6A4F" w:rsidP="00995980">
      <w:pPr>
        <w:jc w:val="center"/>
        <w:rPr>
          <w:rFonts w:ascii="Arial" w:hAnsi="Arial" w:cs="Arial"/>
          <w:sz w:val="20"/>
          <w:szCs w:val="20"/>
        </w:rPr>
      </w:pPr>
    </w:p>
    <w:p w:rsidR="002A72A3" w:rsidRPr="000D3623" w:rsidRDefault="00831C26" w:rsidP="00995980">
      <w:pPr>
        <w:jc w:val="center"/>
        <w:rPr>
          <w:rFonts w:ascii="Arial" w:hAnsi="Arial" w:cs="Arial"/>
          <w:sz w:val="20"/>
          <w:szCs w:val="20"/>
        </w:rPr>
      </w:pPr>
      <w:r>
        <w:rPr>
          <w:rFonts w:cs="Arial"/>
          <w:noProof/>
        </w:rPr>
        <w:drawing>
          <wp:inline distT="0" distB="0" distL="0" distR="0">
            <wp:extent cx="5753100" cy="2476500"/>
            <wp:effectExtent l="0" t="0" r="0" b="0"/>
            <wp:docPr id="4" name="Imagem 4" descr="WhatsApp Image 2018-03-13 at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hatsApp Image 2018-03-13 at 1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3623" w:rsidRPr="000D3623" w:rsidRDefault="000D3623" w:rsidP="00995980">
      <w:pPr>
        <w:jc w:val="center"/>
        <w:rPr>
          <w:rFonts w:ascii="Arial" w:hAnsi="Arial" w:cs="Arial"/>
          <w:sz w:val="20"/>
          <w:szCs w:val="20"/>
        </w:rPr>
      </w:pPr>
    </w:p>
    <w:p w:rsidR="000D3623" w:rsidRPr="000D3623" w:rsidRDefault="00831C26" w:rsidP="00995980">
      <w:pPr>
        <w:jc w:val="center"/>
        <w:rPr>
          <w:rFonts w:ascii="Arial" w:hAnsi="Arial" w:cs="Arial"/>
          <w:sz w:val="20"/>
          <w:szCs w:val="20"/>
        </w:rPr>
      </w:pPr>
      <w:r>
        <w:rPr>
          <w:rFonts w:cs="Arial"/>
          <w:noProof/>
        </w:rPr>
        <w:drawing>
          <wp:inline distT="0" distB="0" distL="0" distR="0">
            <wp:extent cx="5752800" cy="2433600"/>
            <wp:effectExtent l="0" t="0" r="635" b="5080"/>
            <wp:docPr id="10" name="Imagem 10" descr="WhatsApp Image 2018-03-13 at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WhatsApp Image 2018-03-13 at 1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800" cy="24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39ED" w:rsidRDefault="00CC39ED" w:rsidP="00E32B41">
      <w:pPr>
        <w:jc w:val="center"/>
        <w:rPr>
          <w:rFonts w:ascii="Arial" w:hAnsi="Arial" w:cs="Arial"/>
          <w:sz w:val="2"/>
          <w:szCs w:val="2"/>
        </w:rPr>
      </w:pPr>
    </w:p>
    <w:sectPr w:rsidR="00CC39ED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4372" w:rsidRDefault="00F04372">
      <w:r>
        <w:separator/>
      </w:r>
    </w:p>
  </w:endnote>
  <w:endnote w:type="continuationSeparator" w:id="0">
    <w:p w:rsidR="00F04372" w:rsidRDefault="00F04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4372" w:rsidRDefault="00F04372">
      <w:r>
        <w:separator/>
      </w:r>
    </w:p>
  </w:footnote>
  <w:footnote w:type="continuationSeparator" w:id="0">
    <w:p w:rsidR="00F04372" w:rsidRDefault="00F043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22495A" w:rsidRDefault="003A77BE" w:rsidP="0022495A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B6A4F">
      <w:rPr>
        <w:rFonts w:ascii="Arial" w:hAnsi="Arial" w:cs="Arial"/>
        <w:b/>
        <w:sz w:val="20"/>
        <w:szCs w:val="20"/>
        <w:u w:val="single"/>
      </w:rPr>
      <w:t>8</w:t>
    </w:r>
    <w:r w:rsidR="00765B0F">
      <w:rPr>
        <w:rFonts w:ascii="Arial" w:hAnsi="Arial" w:cs="Arial"/>
        <w:b/>
        <w:sz w:val="20"/>
        <w:szCs w:val="20"/>
        <w:u w:val="single"/>
      </w:rPr>
      <w:t>64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9520F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B21E2">
      <w:rPr>
        <w:rFonts w:ascii="Arial" w:hAnsi="Arial" w:cs="Arial"/>
        <w:b/>
        <w:sz w:val="20"/>
        <w:szCs w:val="20"/>
        <w:u w:val="single"/>
      </w:rPr>
      <w:t xml:space="preserve">- Vereador Juarez Araújo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C18D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C18D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Pr="001E1A3F" w:rsidRDefault="00A349F1">
    <w:pPr>
      <w:rPr>
        <w:sz w:val="14"/>
        <w:szCs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15042A5"/>
    <w:multiLevelType w:val="hybridMultilevel"/>
    <w:tmpl w:val="CDC45812"/>
    <w:lvl w:ilvl="0" w:tplc="0416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339"/>
    <w:rsid w:val="0000270C"/>
    <w:rsid w:val="00004BE0"/>
    <w:rsid w:val="00005F37"/>
    <w:rsid w:val="00006AD7"/>
    <w:rsid w:val="00006D6F"/>
    <w:rsid w:val="00007F28"/>
    <w:rsid w:val="000112B8"/>
    <w:rsid w:val="00012789"/>
    <w:rsid w:val="00014DF5"/>
    <w:rsid w:val="0002053E"/>
    <w:rsid w:val="00020790"/>
    <w:rsid w:val="00023BC3"/>
    <w:rsid w:val="00023EE7"/>
    <w:rsid w:val="00024FD3"/>
    <w:rsid w:val="000329AE"/>
    <w:rsid w:val="00034A23"/>
    <w:rsid w:val="00036DCE"/>
    <w:rsid w:val="00037944"/>
    <w:rsid w:val="00041F8F"/>
    <w:rsid w:val="00042C29"/>
    <w:rsid w:val="000430A3"/>
    <w:rsid w:val="00043D3A"/>
    <w:rsid w:val="00043DBB"/>
    <w:rsid w:val="000443BA"/>
    <w:rsid w:val="00045001"/>
    <w:rsid w:val="000512EF"/>
    <w:rsid w:val="00051CB3"/>
    <w:rsid w:val="0005555F"/>
    <w:rsid w:val="00055998"/>
    <w:rsid w:val="00056288"/>
    <w:rsid w:val="000570A8"/>
    <w:rsid w:val="0005722F"/>
    <w:rsid w:val="0006285A"/>
    <w:rsid w:val="0006360D"/>
    <w:rsid w:val="0006363A"/>
    <w:rsid w:val="00064613"/>
    <w:rsid w:val="000647F4"/>
    <w:rsid w:val="0006775C"/>
    <w:rsid w:val="000704C3"/>
    <w:rsid w:val="00072117"/>
    <w:rsid w:val="00073EFD"/>
    <w:rsid w:val="000746B6"/>
    <w:rsid w:val="0008011D"/>
    <w:rsid w:val="00081AD1"/>
    <w:rsid w:val="000823B0"/>
    <w:rsid w:val="00084051"/>
    <w:rsid w:val="00084513"/>
    <w:rsid w:val="00085720"/>
    <w:rsid w:val="000861D0"/>
    <w:rsid w:val="00090B3C"/>
    <w:rsid w:val="00094490"/>
    <w:rsid w:val="000958D5"/>
    <w:rsid w:val="00097CAE"/>
    <w:rsid w:val="00097F1F"/>
    <w:rsid w:val="000A0436"/>
    <w:rsid w:val="000A2F8C"/>
    <w:rsid w:val="000A4915"/>
    <w:rsid w:val="000A4A7F"/>
    <w:rsid w:val="000A5554"/>
    <w:rsid w:val="000A586D"/>
    <w:rsid w:val="000A6C04"/>
    <w:rsid w:val="000B0673"/>
    <w:rsid w:val="000B1E48"/>
    <w:rsid w:val="000B35DC"/>
    <w:rsid w:val="000B39AA"/>
    <w:rsid w:val="000B5257"/>
    <w:rsid w:val="000B5695"/>
    <w:rsid w:val="000B6418"/>
    <w:rsid w:val="000C18D5"/>
    <w:rsid w:val="000C5E3A"/>
    <w:rsid w:val="000D177C"/>
    <w:rsid w:val="000D3623"/>
    <w:rsid w:val="000D3F17"/>
    <w:rsid w:val="000D4391"/>
    <w:rsid w:val="000D49DB"/>
    <w:rsid w:val="000D4DEE"/>
    <w:rsid w:val="000D7790"/>
    <w:rsid w:val="000E0042"/>
    <w:rsid w:val="000E19DE"/>
    <w:rsid w:val="000E1F4F"/>
    <w:rsid w:val="000E387C"/>
    <w:rsid w:val="000E7B41"/>
    <w:rsid w:val="000F0D8D"/>
    <w:rsid w:val="000F266F"/>
    <w:rsid w:val="000F394B"/>
    <w:rsid w:val="000F5947"/>
    <w:rsid w:val="000F5F27"/>
    <w:rsid w:val="000F60FD"/>
    <w:rsid w:val="000F6251"/>
    <w:rsid w:val="00100244"/>
    <w:rsid w:val="00100F43"/>
    <w:rsid w:val="00101A27"/>
    <w:rsid w:val="00102B3E"/>
    <w:rsid w:val="00103E03"/>
    <w:rsid w:val="001052D7"/>
    <w:rsid w:val="0010544D"/>
    <w:rsid w:val="00105975"/>
    <w:rsid w:val="00107412"/>
    <w:rsid w:val="00107C79"/>
    <w:rsid w:val="00117261"/>
    <w:rsid w:val="00121796"/>
    <w:rsid w:val="00124258"/>
    <w:rsid w:val="001244AC"/>
    <w:rsid w:val="00126122"/>
    <w:rsid w:val="001310A5"/>
    <w:rsid w:val="00134467"/>
    <w:rsid w:val="0013542F"/>
    <w:rsid w:val="001420DE"/>
    <w:rsid w:val="00142767"/>
    <w:rsid w:val="0014591F"/>
    <w:rsid w:val="00147D65"/>
    <w:rsid w:val="00150EE2"/>
    <w:rsid w:val="001529CD"/>
    <w:rsid w:val="001546AE"/>
    <w:rsid w:val="00154C48"/>
    <w:rsid w:val="00156452"/>
    <w:rsid w:val="00157594"/>
    <w:rsid w:val="00161E8B"/>
    <w:rsid w:val="001625A3"/>
    <w:rsid w:val="00166887"/>
    <w:rsid w:val="001679A1"/>
    <w:rsid w:val="001703FA"/>
    <w:rsid w:val="0017066D"/>
    <w:rsid w:val="00171082"/>
    <w:rsid w:val="00172E81"/>
    <w:rsid w:val="00173D48"/>
    <w:rsid w:val="001759C9"/>
    <w:rsid w:val="00175F0E"/>
    <w:rsid w:val="001762E4"/>
    <w:rsid w:val="001767E4"/>
    <w:rsid w:val="00177FAD"/>
    <w:rsid w:val="0018116D"/>
    <w:rsid w:val="00181441"/>
    <w:rsid w:val="00181CD2"/>
    <w:rsid w:val="00182007"/>
    <w:rsid w:val="00182C6F"/>
    <w:rsid w:val="00183D5C"/>
    <w:rsid w:val="00183E44"/>
    <w:rsid w:val="00184DC5"/>
    <w:rsid w:val="0018544C"/>
    <w:rsid w:val="0018623B"/>
    <w:rsid w:val="00186F15"/>
    <w:rsid w:val="001928A3"/>
    <w:rsid w:val="0019299B"/>
    <w:rsid w:val="00193AD0"/>
    <w:rsid w:val="00193CF3"/>
    <w:rsid w:val="00194EAA"/>
    <w:rsid w:val="00195A85"/>
    <w:rsid w:val="001A09F2"/>
    <w:rsid w:val="001A1048"/>
    <w:rsid w:val="001A4F28"/>
    <w:rsid w:val="001A7491"/>
    <w:rsid w:val="001A77F8"/>
    <w:rsid w:val="001B0773"/>
    <w:rsid w:val="001B0E03"/>
    <w:rsid w:val="001B24BB"/>
    <w:rsid w:val="001B5067"/>
    <w:rsid w:val="001B5092"/>
    <w:rsid w:val="001B6781"/>
    <w:rsid w:val="001B7520"/>
    <w:rsid w:val="001C0F3C"/>
    <w:rsid w:val="001C1E2F"/>
    <w:rsid w:val="001C477B"/>
    <w:rsid w:val="001C6A7E"/>
    <w:rsid w:val="001C73CC"/>
    <w:rsid w:val="001C743F"/>
    <w:rsid w:val="001C76A5"/>
    <w:rsid w:val="001C7B6B"/>
    <w:rsid w:val="001D1A55"/>
    <w:rsid w:val="001D308C"/>
    <w:rsid w:val="001D47FF"/>
    <w:rsid w:val="001D5BF5"/>
    <w:rsid w:val="001D663F"/>
    <w:rsid w:val="001D7962"/>
    <w:rsid w:val="001E013F"/>
    <w:rsid w:val="001E02FD"/>
    <w:rsid w:val="001E1A3F"/>
    <w:rsid w:val="001E2E0F"/>
    <w:rsid w:val="001E68AE"/>
    <w:rsid w:val="001F0152"/>
    <w:rsid w:val="001F0CCC"/>
    <w:rsid w:val="001F13C3"/>
    <w:rsid w:val="001F1A73"/>
    <w:rsid w:val="001F4FF1"/>
    <w:rsid w:val="001F5937"/>
    <w:rsid w:val="001F700E"/>
    <w:rsid w:val="0020069E"/>
    <w:rsid w:val="00200ED6"/>
    <w:rsid w:val="002018C2"/>
    <w:rsid w:val="00202180"/>
    <w:rsid w:val="0020306B"/>
    <w:rsid w:val="00203E33"/>
    <w:rsid w:val="00204ED7"/>
    <w:rsid w:val="0020743F"/>
    <w:rsid w:val="00207EBA"/>
    <w:rsid w:val="00210B5C"/>
    <w:rsid w:val="00213FB4"/>
    <w:rsid w:val="00214013"/>
    <w:rsid w:val="00215DCD"/>
    <w:rsid w:val="00217141"/>
    <w:rsid w:val="0022075D"/>
    <w:rsid w:val="0022136E"/>
    <w:rsid w:val="00222F1F"/>
    <w:rsid w:val="002230BD"/>
    <w:rsid w:val="0022346C"/>
    <w:rsid w:val="0022429E"/>
    <w:rsid w:val="0022495A"/>
    <w:rsid w:val="00224A99"/>
    <w:rsid w:val="002279E1"/>
    <w:rsid w:val="00230859"/>
    <w:rsid w:val="002314D5"/>
    <w:rsid w:val="0023172E"/>
    <w:rsid w:val="00231A65"/>
    <w:rsid w:val="0023204E"/>
    <w:rsid w:val="002325D7"/>
    <w:rsid w:val="00232EEE"/>
    <w:rsid w:val="0023371E"/>
    <w:rsid w:val="002365B3"/>
    <w:rsid w:val="002368ED"/>
    <w:rsid w:val="00237BF7"/>
    <w:rsid w:val="00241B12"/>
    <w:rsid w:val="002432DB"/>
    <w:rsid w:val="002451FD"/>
    <w:rsid w:val="00245BEC"/>
    <w:rsid w:val="00246C12"/>
    <w:rsid w:val="0025062A"/>
    <w:rsid w:val="00253C82"/>
    <w:rsid w:val="00253EE2"/>
    <w:rsid w:val="00254228"/>
    <w:rsid w:val="00254635"/>
    <w:rsid w:val="00256155"/>
    <w:rsid w:val="00256C6D"/>
    <w:rsid w:val="00257696"/>
    <w:rsid w:val="002606A5"/>
    <w:rsid w:val="002607BA"/>
    <w:rsid w:val="00260C11"/>
    <w:rsid w:val="00262182"/>
    <w:rsid w:val="00262AB2"/>
    <w:rsid w:val="00264BF8"/>
    <w:rsid w:val="00266752"/>
    <w:rsid w:val="0027086D"/>
    <w:rsid w:val="00270DC6"/>
    <w:rsid w:val="002729A7"/>
    <w:rsid w:val="00272E4D"/>
    <w:rsid w:val="00274AC8"/>
    <w:rsid w:val="00275F8A"/>
    <w:rsid w:val="0027636F"/>
    <w:rsid w:val="0029186D"/>
    <w:rsid w:val="00291D0D"/>
    <w:rsid w:val="00291FE9"/>
    <w:rsid w:val="002942FA"/>
    <w:rsid w:val="00295D7A"/>
    <w:rsid w:val="002A00A2"/>
    <w:rsid w:val="002A6571"/>
    <w:rsid w:val="002A7059"/>
    <w:rsid w:val="002A72A3"/>
    <w:rsid w:val="002A7434"/>
    <w:rsid w:val="002B02F3"/>
    <w:rsid w:val="002B1716"/>
    <w:rsid w:val="002B1FE5"/>
    <w:rsid w:val="002B2FFE"/>
    <w:rsid w:val="002B6297"/>
    <w:rsid w:val="002B7100"/>
    <w:rsid w:val="002C4B2B"/>
    <w:rsid w:val="002C5C70"/>
    <w:rsid w:val="002C7DBC"/>
    <w:rsid w:val="002D3D57"/>
    <w:rsid w:val="002D3D9E"/>
    <w:rsid w:val="002D42C0"/>
    <w:rsid w:val="002D450A"/>
    <w:rsid w:val="002D6247"/>
    <w:rsid w:val="002D6417"/>
    <w:rsid w:val="002E1856"/>
    <w:rsid w:val="002E3CB0"/>
    <w:rsid w:val="002E3FE0"/>
    <w:rsid w:val="002E4995"/>
    <w:rsid w:val="002E5A44"/>
    <w:rsid w:val="002E695D"/>
    <w:rsid w:val="002E6AD3"/>
    <w:rsid w:val="002F02DB"/>
    <w:rsid w:val="002F063A"/>
    <w:rsid w:val="002F1FD4"/>
    <w:rsid w:val="002F469C"/>
    <w:rsid w:val="002F4A70"/>
    <w:rsid w:val="002F56C9"/>
    <w:rsid w:val="002F5C1F"/>
    <w:rsid w:val="002F68E4"/>
    <w:rsid w:val="002F73D0"/>
    <w:rsid w:val="002F79A0"/>
    <w:rsid w:val="0030159B"/>
    <w:rsid w:val="0030168E"/>
    <w:rsid w:val="003058B2"/>
    <w:rsid w:val="00311F37"/>
    <w:rsid w:val="00314F8C"/>
    <w:rsid w:val="00317C1A"/>
    <w:rsid w:val="00320E78"/>
    <w:rsid w:val="00322548"/>
    <w:rsid w:val="00322EEB"/>
    <w:rsid w:val="00323170"/>
    <w:rsid w:val="0032368B"/>
    <w:rsid w:val="00323BDC"/>
    <w:rsid w:val="00323F0F"/>
    <w:rsid w:val="0033688E"/>
    <w:rsid w:val="00337754"/>
    <w:rsid w:val="00337940"/>
    <w:rsid w:val="00340DE4"/>
    <w:rsid w:val="00341775"/>
    <w:rsid w:val="00343547"/>
    <w:rsid w:val="00343838"/>
    <w:rsid w:val="00343EA6"/>
    <w:rsid w:val="00344C58"/>
    <w:rsid w:val="0034690A"/>
    <w:rsid w:val="0034768C"/>
    <w:rsid w:val="00347D5E"/>
    <w:rsid w:val="0035013A"/>
    <w:rsid w:val="003502D9"/>
    <w:rsid w:val="003506C6"/>
    <w:rsid w:val="0035381A"/>
    <w:rsid w:val="00353BC7"/>
    <w:rsid w:val="00353E88"/>
    <w:rsid w:val="003559FB"/>
    <w:rsid w:val="00355C81"/>
    <w:rsid w:val="00356E73"/>
    <w:rsid w:val="00357971"/>
    <w:rsid w:val="00357BE2"/>
    <w:rsid w:val="0036051F"/>
    <w:rsid w:val="00362F11"/>
    <w:rsid w:val="00364828"/>
    <w:rsid w:val="00372E2A"/>
    <w:rsid w:val="00372E89"/>
    <w:rsid w:val="00374483"/>
    <w:rsid w:val="003758F7"/>
    <w:rsid w:val="00375CA1"/>
    <w:rsid w:val="00381697"/>
    <w:rsid w:val="003816C3"/>
    <w:rsid w:val="0038176D"/>
    <w:rsid w:val="00381797"/>
    <w:rsid w:val="00382700"/>
    <w:rsid w:val="0038324B"/>
    <w:rsid w:val="003848C4"/>
    <w:rsid w:val="00384D0E"/>
    <w:rsid w:val="00384EF4"/>
    <w:rsid w:val="003874E3"/>
    <w:rsid w:val="00387751"/>
    <w:rsid w:val="00392E4E"/>
    <w:rsid w:val="003939FF"/>
    <w:rsid w:val="0039653F"/>
    <w:rsid w:val="00397FF3"/>
    <w:rsid w:val="003A0520"/>
    <w:rsid w:val="003A0DA2"/>
    <w:rsid w:val="003A328B"/>
    <w:rsid w:val="003A4504"/>
    <w:rsid w:val="003A5205"/>
    <w:rsid w:val="003A627F"/>
    <w:rsid w:val="003A77BE"/>
    <w:rsid w:val="003B1E7C"/>
    <w:rsid w:val="003B3075"/>
    <w:rsid w:val="003B3BE0"/>
    <w:rsid w:val="003B54FF"/>
    <w:rsid w:val="003B70F0"/>
    <w:rsid w:val="003B7B6E"/>
    <w:rsid w:val="003B7F67"/>
    <w:rsid w:val="003C0153"/>
    <w:rsid w:val="003C01C4"/>
    <w:rsid w:val="003C4CBD"/>
    <w:rsid w:val="003D0477"/>
    <w:rsid w:val="003D5867"/>
    <w:rsid w:val="003D5C9F"/>
    <w:rsid w:val="003D6404"/>
    <w:rsid w:val="003D74A0"/>
    <w:rsid w:val="003E0860"/>
    <w:rsid w:val="003E188F"/>
    <w:rsid w:val="003E1A59"/>
    <w:rsid w:val="003E4E4C"/>
    <w:rsid w:val="003F0793"/>
    <w:rsid w:val="003F20EF"/>
    <w:rsid w:val="003F29EC"/>
    <w:rsid w:val="003F5061"/>
    <w:rsid w:val="003F518C"/>
    <w:rsid w:val="003F546A"/>
    <w:rsid w:val="003F687F"/>
    <w:rsid w:val="00401699"/>
    <w:rsid w:val="004020D4"/>
    <w:rsid w:val="004021E9"/>
    <w:rsid w:val="004037B5"/>
    <w:rsid w:val="004039A5"/>
    <w:rsid w:val="00403C91"/>
    <w:rsid w:val="0040482C"/>
    <w:rsid w:val="0041105C"/>
    <w:rsid w:val="00412795"/>
    <w:rsid w:val="004167E6"/>
    <w:rsid w:val="00417C43"/>
    <w:rsid w:val="00420215"/>
    <w:rsid w:val="004206B6"/>
    <w:rsid w:val="00421C25"/>
    <w:rsid w:val="00421CFF"/>
    <w:rsid w:val="00424094"/>
    <w:rsid w:val="00427287"/>
    <w:rsid w:val="00436BE4"/>
    <w:rsid w:val="00451108"/>
    <w:rsid w:val="00452B49"/>
    <w:rsid w:val="00457769"/>
    <w:rsid w:val="0046197C"/>
    <w:rsid w:val="004664B9"/>
    <w:rsid w:val="0046685F"/>
    <w:rsid w:val="00467163"/>
    <w:rsid w:val="004674ED"/>
    <w:rsid w:val="0047122B"/>
    <w:rsid w:val="00473243"/>
    <w:rsid w:val="00473BB8"/>
    <w:rsid w:val="00473F85"/>
    <w:rsid w:val="004750A7"/>
    <w:rsid w:val="004760BB"/>
    <w:rsid w:val="00477BDB"/>
    <w:rsid w:val="00483569"/>
    <w:rsid w:val="004843A6"/>
    <w:rsid w:val="004846E6"/>
    <w:rsid w:val="004879F4"/>
    <w:rsid w:val="00487D64"/>
    <w:rsid w:val="00491402"/>
    <w:rsid w:val="00491DC4"/>
    <w:rsid w:val="00492130"/>
    <w:rsid w:val="00493115"/>
    <w:rsid w:val="00494078"/>
    <w:rsid w:val="004948FF"/>
    <w:rsid w:val="00494C8D"/>
    <w:rsid w:val="004A54F3"/>
    <w:rsid w:val="004A6CB1"/>
    <w:rsid w:val="004B3B9D"/>
    <w:rsid w:val="004B45BB"/>
    <w:rsid w:val="004B4BD8"/>
    <w:rsid w:val="004B63B4"/>
    <w:rsid w:val="004B671A"/>
    <w:rsid w:val="004B7949"/>
    <w:rsid w:val="004C2985"/>
    <w:rsid w:val="004C2C30"/>
    <w:rsid w:val="004C4B4F"/>
    <w:rsid w:val="004C6C78"/>
    <w:rsid w:val="004C7F0B"/>
    <w:rsid w:val="004C7F4A"/>
    <w:rsid w:val="004D1528"/>
    <w:rsid w:val="004D22C3"/>
    <w:rsid w:val="004D33DF"/>
    <w:rsid w:val="004D357C"/>
    <w:rsid w:val="004D4995"/>
    <w:rsid w:val="004D4B66"/>
    <w:rsid w:val="004D4C10"/>
    <w:rsid w:val="004D7BDB"/>
    <w:rsid w:val="004E06ED"/>
    <w:rsid w:val="004E0EEB"/>
    <w:rsid w:val="004E1134"/>
    <w:rsid w:val="004E376C"/>
    <w:rsid w:val="004E3957"/>
    <w:rsid w:val="004E3DF0"/>
    <w:rsid w:val="004E46DA"/>
    <w:rsid w:val="004E70EF"/>
    <w:rsid w:val="004F00BF"/>
    <w:rsid w:val="004F18DC"/>
    <w:rsid w:val="004F39E9"/>
    <w:rsid w:val="004F472C"/>
    <w:rsid w:val="004F5608"/>
    <w:rsid w:val="004F690D"/>
    <w:rsid w:val="004F6A11"/>
    <w:rsid w:val="004F6BA9"/>
    <w:rsid w:val="005004DC"/>
    <w:rsid w:val="00505357"/>
    <w:rsid w:val="00505FD8"/>
    <w:rsid w:val="005062BC"/>
    <w:rsid w:val="00507D16"/>
    <w:rsid w:val="0051215D"/>
    <w:rsid w:val="005135DA"/>
    <w:rsid w:val="0051432A"/>
    <w:rsid w:val="005153FA"/>
    <w:rsid w:val="00515698"/>
    <w:rsid w:val="00520CEA"/>
    <w:rsid w:val="00522590"/>
    <w:rsid w:val="00524669"/>
    <w:rsid w:val="005269C2"/>
    <w:rsid w:val="00526E64"/>
    <w:rsid w:val="00527F45"/>
    <w:rsid w:val="0053045B"/>
    <w:rsid w:val="0053290A"/>
    <w:rsid w:val="00533725"/>
    <w:rsid w:val="005337AD"/>
    <w:rsid w:val="00533862"/>
    <w:rsid w:val="0053391F"/>
    <w:rsid w:val="00534083"/>
    <w:rsid w:val="005342AC"/>
    <w:rsid w:val="00534482"/>
    <w:rsid w:val="00535A48"/>
    <w:rsid w:val="00535C9C"/>
    <w:rsid w:val="005362F5"/>
    <w:rsid w:val="00537F09"/>
    <w:rsid w:val="00540876"/>
    <w:rsid w:val="00541FDE"/>
    <w:rsid w:val="0054284E"/>
    <w:rsid w:val="005440BF"/>
    <w:rsid w:val="0054589F"/>
    <w:rsid w:val="00551A2D"/>
    <w:rsid w:val="00552227"/>
    <w:rsid w:val="005539DC"/>
    <w:rsid w:val="00553F4C"/>
    <w:rsid w:val="00555949"/>
    <w:rsid w:val="00560264"/>
    <w:rsid w:val="00560AB1"/>
    <w:rsid w:val="005627F2"/>
    <w:rsid w:val="0056415A"/>
    <w:rsid w:val="00564368"/>
    <w:rsid w:val="005662B1"/>
    <w:rsid w:val="0057063E"/>
    <w:rsid w:val="0057168F"/>
    <w:rsid w:val="005716D8"/>
    <w:rsid w:val="0057183E"/>
    <w:rsid w:val="005720B7"/>
    <w:rsid w:val="00574147"/>
    <w:rsid w:val="0057676B"/>
    <w:rsid w:val="00576D3A"/>
    <w:rsid w:val="005775DC"/>
    <w:rsid w:val="005801D9"/>
    <w:rsid w:val="0058033A"/>
    <w:rsid w:val="0058109A"/>
    <w:rsid w:val="00584548"/>
    <w:rsid w:val="00585EC9"/>
    <w:rsid w:val="00586103"/>
    <w:rsid w:val="00586109"/>
    <w:rsid w:val="00586605"/>
    <w:rsid w:val="005868AE"/>
    <w:rsid w:val="00587026"/>
    <w:rsid w:val="005916CB"/>
    <w:rsid w:val="005953BD"/>
    <w:rsid w:val="00596412"/>
    <w:rsid w:val="005970D9"/>
    <w:rsid w:val="005A01D0"/>
    <w:rsid w:val="005A03FA"/>
    <w:rsid w:val="005A0DCD"/>
    <w:rsid w:val="005A0EDA"/>
    <w:rsid w:val="005A22F4"/>
    <w:rsid w:val="005A3D0A"/>
    <w:rsid w:val="005A5C26"/>
    <w:rsid w:val="005B0FD1"/>
    <w:rsid w:val="005B1397"/>
    <w:rsid w:val="005B3D21"/>
    <w:rsid w:val="005B738B"/>
    <w:rsid w:val="005B7F65"/>
    <w:rsid w:val="005C174C"/>
    <w:rsid w:val="005C3938"/>
    <w:rsid w:val="005C54CD"/>
    <w:rsid w:val="005C5998"/>
    <w:rsid w:val="005C78DB"/>
    <w:rsid w:val="005D1334"/>
    <w:rsid w:val="005D6090"/>
    <w:rsid w:val="005D702D"/>
    <w:rsid w:val="005D72C1"/>
    <w:rsid w:val="005E084A"/>
    <w:rsid w:val="005E138D"/>
    <w:rsid w:val="005E55E5"/>
    <w:rsid w:val="005E5D23"/>
    <w:rsid w:val="005E68FC"/>
    <w:rsid w:val="005F0207"/>
    <w:rsid w:val="005F09E5"/>
    <w:rsid w:val="005F148A"/>
    <w:rsid w:val="005F2141"/>
    <w:rsid w:val="005F23C2"/>
    <w:rsid w:val="005F2530"/>
    <w:rsid w:val="005F6246"/>
    <w:rsid w:val="005F66E0"/>
    <w:rsid w:val="005F7F2A"/>
    <w:rsid w:val="0060099B"/>
    <w:rsid w:val="00602564"/>
    <w:rsid w:val="00604E72"/>
    <w:rsid w:val="00604F93"/>
    <w:rsid w:val="00606E13"/>
    <w:rsid w:val="0060730F"/>
    <w:rsid w:val="00611EEA"/>
    <w:rsid w:val="00613294"/>
    <w:rsid w:val="00613704"/>
    <w:rsid w:val="00614E3C"/>
    <w:rsid w:val="00614F03"/>
    <w:rsid w:val="00617527"/>
    <w:rsid w:val="006221E6"/>
    <w:rsid w:val="00624472"/>
    <w:rsid w:val="00624BCF"/>
    <w:rsid w:val="0062641E"/>
    <w:rsid w:val="00626AF6"/>
    <w:rsid w:val="00630917"/>
    <w:rsid w:val="0063608C"/>
    <w:rsid w:val="00640B18"/>
    <w:rsid w:val="006412EB"/>
    <w:rsid w:val="006426AE"/>
    <w:rsid w:val="006443D7"/>
    <w:rsid w:val="00644CA7"/>
    <w:rsid w:val="006504AF"/>
    <w:rsid w:val="00651679"/>
    <w:rsid w:val="00662214"/>
    <w:rsid w:val="00662301"/>
    <w:rsid w:val="00664983"/>
    <w:rsid w:val="00664CAC"/>
    <w:rsid w:val="00667028"/>
    <w:rsid w:val="006704D6"/>
    <w:rsid w:val="00672C36"/>
    <w:rsid w:val="00674F7D"/>
    <w:rsid w:val="0067660D"/>
    <w:rsid w:val="00676D0E"/>
    <w:rsid w:val="00677819"/>
    <w:rsid w:val="00681021"/>
    <w:rsid w:val="00681AA5"/>
    <w:rsid w:val="00682E6E"/>
    <w:rsid w:val="00684A92"/>
    <w:rsid w:val="00686990"/>
    <w:rsid w:val="00687615"/>
    <w:rsid w:val="00691CF5"/>
    <w:rsid w:val="006925DE"/>
    <w:rsid w:val="0069312F"/>
    <w:rsid w:val="00693D17"/>
    <w:rsid w:val="00694E2F"/>
    <w:rsid w:val="00695BD8"/>
    <w:rsid w:val="00696780"/>
    <w:rsid w:val="0069726E"/>
    <w:rsid w:val="00697D38"/>
    <w:rsid w:val="006A370D"/>
    <w:rsid w:val="006A39EA"/>
    <w:rsid w:val="006A3F72"/>
    <w:rsid w:val="006A43DD"/>
    <w:rsid w:val="006A69FE"/>
    <w:rsid w:val="006A6D5B"/>
    <w:rsid w:val="006A74D2"/>
    <w:rsid w:val="006A7576"/>
    <w:rsid w:val="006B0B8E"/>
    <w:rsid w:val="006B0F4B"/>
    <w:rsid w:val="006B1542"/>
    <w:rsid w:val="006B21E2"/>
    <w:rsid w:val="006B28A0"/>
    <w:rsid w:val="006B28BE"/>
    <w:rsid w:val="006B29DC"/>
    <w:rsid w:val="006B2A1E"/>
    <w:rsid w:val="006B3B5C"/>
    <w:rsid w:val="006B48A9"/>
    <w:rsid w:val="006B5C5B"/>
    <w:rsid w:val="006C135F"/>
    <w:rsid w:val="006C27F3"/>
    <w:rsid w:val="006C2DAD"/>
    <w:rsid w:val="006C4A58"/>
    <w:rsid w:val="006C59BC"/>
    <w:rsid w:val="006D189F"/>
    <w:rsid w:val="006D2BF9"/>
    <w:rsid w:val="006D3D86"/>
    <w:rsid w:val="006D3EAC"/>
    <w:rsid w:val="006D4A9E"/>
    <w:rsid w:val="006D5C63"/>
    <w:rsid w:val="006D69C3"/>
    <w:rsid w:val="006D6F7D"/>
    <w:rsid w:val="006E1BA9"/>
    <w:rsid w:val="006E2C70"/>
    <w:rsid w:val="006E5ADC"/>
    <w:rsid w:val="006E657F"/>
    <w:rsid w:val="006E7E66"/>
    <w:rsid w:val="006F4B00"/>
    <w:rsid w:val="006F4E64"/>
    <w:rsid w:val="006F5870"/>
    <w:rsid w:val="006F5F4C"/>
    <w:rsid w:val="006F67EE"/>
    <w:rsid w:val="006F7B0A"/>
    <w:rsid w:val="006F7CF7"/>
    <w:rsid w:val="006F7F71"/>
    <w:rsid w:val="00700014"/>
    <w:rsid w:val="00700781"/>
    <w:rsid w:val="00701F57"/>
    <w:rsid w:val="00702231"/>
    <w:rsid w:val="007030B7"/>
    <w:rsid w:val="00705976"/>
    <w:rsid w:val="00706D27"/>
    <w:rsid w:val="00710DB7"/>
    <w:rsid w:val="00712C53"/>
    <w:rsid w:val="00714462"/>
    <w:rsid w:val="007147FC"/>
    <w:rsid w:val="00714C93"/>
    <w:rsid w:val="00715915"/>
    <w:rsid w:val="00715AF9"/>
    <w:rsid w:val="00715F74"/>
    <w:rsid w:val="00716446"/>
    <w:rsid w:val="00716F84"/>
    <w:rsid w:val="00720BA4"/>
    <w:rsid w:val="00721C1C"/>
    <w:rsid w:val="00722641"/>
    <w:rsid w:val="00722DA7"/>
    <w:rsid w:val="0072380C"/>
    <w:rsid w:val="00724119"/>
    <w:rsid w:val="007256CE"/>
    <w:rsid w:val="007258F8"/>
    <w:rsid w:val="00725E66"/>
    <w:rsid w:val="00727CDB"/>
    <w:rsid w:val="00733093"/>
    <w:rsid w:val="0073407F"/>
    <w:rsid w:val="00734402"/>
    <w:rsid w:val="0073455D"/>
    <w:rsid w:val="00737500"/>
    <w:rsid w:val="007379D1"/>
    <w:rsid w:val="00740C32"/>
    <w:rsid w:val="00740F13"/>
    <w:rsid w:val="00743044"/>
    <w:rsid w:val="00745312"/>
    <w:rsid w:val="00746484"/>
    <w:rsid w:val="007506C7"/>
    <w:rsid w:val="0075284B"/>
    <w:rsid w:val="0075460C"/>
    <w:rsid w:val="007546E9"/>
    <w:rsid w:val="00754EF9"/>
    <w:rsid w:val="0075545C"/>
    <w:rsid w:val="00755D6A"/>
    <w:rsid w:val="00756EF2"/>
    <w:rsid w:val="0076073B"/>
    <w:rsid w:val="00760EE9"/>
    <w:rsid w:val="007616AD"/>
    <w:rsid w:val="00762518"/>
    <w:rsid w:val="007649E1"/>
    <w:rsid w:val="00765B0F"/>
    <w:rsid w:val="007669B9"/>
    <w:rsid w:val="00767F85"/>
    <w:rsid w:val="00771286"/>
    <w:rsid w:val="00771AF6"/>
    <w:rsid w:val="00774010"/>
    <w:rsid w:val="007742A3"/>
    <w:rsid w:val="00775A1B"/>
    <w:rsid w:val="00776393"/>
    <w:rsid w:val="007764D4"/>
    <w:rsid w:val="00776B7F"/>
    <w:rsid w:val="00776BC3"/>
    <w:rsid w:val="0077710F"/>
    <w:rsid w:val="00781D6B"/>
    <w:rsid w:val="00781EE2"/>
    <w:rsid w:val="00783714"/>
    <w:rsid w:val="007838DC"/>
    <w:rsid w:val="007845F8"/>
    <w:rsid w:val="00787434"/>
    <w:rsid w:val="0078790C"/>
    <w:rsid w:val="00790911"/>
    <w:rsid w:val="00791886"/>
    <w:rsid w:val="00791915"/>
    <w:rsid w:val="007923E6"/>
    <w:rsid w:val="0079306F"/>
    <w:rsid w:val="00794212"/>
    <w:rsid w:val="00796264"/>
    <w:rsid w:val="00796EFC"/>
    <w:rsid w:val="007A0F01"/>
    <w:rsid w:val="007A4058"/>
    <w:rsid w:val="007A42AF"/>
    <w:rsid w:val="007A4B82"/>
    <w:rsid w:val="007A4D3B"/>
    <w:rsid w:val="007A5FAB"/>
    <w:rsid w:val="007B099D"/>
    <w:rsid w:val="007B0D61"/>
    <w:rsid w:val="007B2E3C"/>
    <w:rsid w:val="007B3F9C"/>
    <w:rsid w:val="007B401B"/>
    <w:rsid w:val="007B65E3"/>
    <w:rsid w:val="007B6CA9"/>
    <w:rsid w:val="007B6F15"/>
    <w:rsid w:val="007B7345"/>
    <w:rsid w:val="007B77E6"/>
    <w:rsid w:val="007C2E60"/>
    <w:rsid w:val="007C34F2"/>
    <w:rsid w:val="007C485A"/>
    <w:rsid w:val="007C565A"/>
    <w:rsid w:val="007C61F5"/>
    <w:rsid w:val="007D0287"/>
    <w:rsid w:val="007D1379"/>
    <w:rsid w:val="007D233A"/>
    <w:rsid w:val="007D39FD"/>
    <w:rsid w:val="007D3C15"/>
    <w:rsid w:val="007D58DF"/>
    <w:rsid w:val="007D7EF4"/>
    <w:rsid w:val="007E022C"/>
    <w:rsid w:val="007E187E"/>
    <w:rsid w:val="007E2073"/>
    <w:rsid w:val="007E2DFE"/>
    <w:rsid w:val="007E335B"/>
    <w:rsid w:val="007E3F69"/>
    <w:rsid w:val="007E41E2"/>
    <w:rsid w:val="007E5B0B"/>
    <w:rsid w:val="007E7CBD"/>
    <w:rsid w:val="007F0B8E"/>
    <w:rsid w:val="007F2343"/>
    <w:rsid w:val="007F4C28"/>
    <w:rsid w:val="007F75CA"/>
    <w:rsid w:val="0080189C"/>
    <w:rsid w:val="0080197E"/>
    <w:rsid w:val="00802923"/>
    <w:rsid w:val="00806E1D"/>
    <w:rsid w:val="0081047D"/>
    <w:rsid w:val="00813C4F"/>
    <w:rsid w:val="00813FA4"/>
    <w:rsid w:val="00817506"/>
    <w:rsid w:val="008175DB"/>
    <w:rsid w:val="0082005F"/>
    <w:rsid w:val="00820C13"/>
    <w:rsid w:val="00821ACF"/>
    <w:rsid w:val="00822D38"/>
    <w:rsid w:val="00824AAF"/>
    <w:rsid w:val="00826A92"/>
    <w:rsid w:val="0082703F"/>
    <w:rsid w:val="00827D1F"/>
    <w:rsid w:val="00831063"/>
    <w:rsid w:val="00831C26"/>
    <w:rsid w:val="008330E9"/>
    <w:rsid w:val="00833E7C"/>
    <w:rsid w:val="008374BE"/>
    <w:rsid w:val="0084496C"/>
    <w:rsid w:val="008474F2"/>
    <w:rsid w:val="008508AB"/>
    <w:rsid w:val="0085135D"/>
    <w:rsid w:val="00851376"/>
    <w:rsid w:val="00852427"/>
    <w:rsid w:val="00855BFD"/>
    <w:rsid w:val="00855E37"/>
    <w:rsid w:val="00856D46"/>
    <w:rsid w:val="00856EEE"/>
    <w:rsid w:val="00856FD1"/>
    <w:rsid w:val="00860258"/>
    <w:rsid w:val="008615F6"/>
    <w:rsid w:val="00862389"/>
    <w:rsid w:val="0086330E"/>
    <w:rsid w:val="00863E69"/>
    <w:rsid w:val="00870972"/>
    <w:rsid w:val="0087330C"/>
    <w:rsid w:val="00877E50"/>
    <w:rsid w:val="00880F44"/>
    <w:rsid w:val="008812D4"/>
    <w:rsid w:val="008828AC"/>
    <w:rsid w:val="00883D95"/>
    <w:rsid w:val="008842C1"/>
    <w:rsid w:val="00884864"/>
    <w:rsid w:val="00886872"/>
    <w:rsid w:val="0088690D"/>
    <w:rsid w:val="00886F3D"/>
    <w:rsid w:val="0089053C"/>
    <w:rsid w:val="008909A4"/>
    <w:rsid w:val="00892CCB"/>
    <w:rsid w:val="008954C2"/>
    <w:rsid w:val="0089659D"/>
    <w:rsid w:val="00896913"/>
    <w:rsid w:val="008A0EB2"/>
    <w:rsid w:val="008A2247"/>
    <w:rsid w:val="008A6616"/>
    <w:rsid w:val="008A75BC"/>
    <w:rsid w:val="008B0110"/>
    <w:rsid w:val="008B2488"/>
    <w:rsid w:val="008B3DE4"/>
    <w:rsid w:val="008B4F5C"/>
    <w:rsid w:val="008B5D73"/>
    <w:rsid w:val="008C11DF"/>
    <w:rsid w:val="008C2581"/>
    <w:rsid w:val="008C33AB"/>
    <w:rsid w:val="008C3867"/>
    <w:rsid w:val="008C5444"/>
    <w:rsid w:val="008C68AB"/>
    <w:rsid w:val="008D204E"/>
    <w:rsid w:val="008D20FC"/>
    <w:rsid w:val="008D27B6"/>
    <w:rsid w:val="008D63BD"/>
    <w:rsid w:val="008D7A16"/>
    <w:rsid w:val="008E0B68"/>
    <w:rsid w:val="008E162B"/>
    <w:rsid w:val="008E1700"/>
    <w:rsid w:val="008E3F3F"/>
    <w:rsid w:val="008E4F5E"/>
    <w:rsid w:val="008E5529"/>
    <w:rsid w:val="008E5A48"/>
    <w:rsid w:val="008E606F"/>
    <w:rsid w:val="008E6C99"/>
    <w:rsid w:val="008F042F"/>
    <w:rsid w:val="008F08CF"/>
    <w:rsid w:val="008F27EF"/>
    <w:rsid w:val="008F386B"/>
    <w:rsid w:val="00902B0E"/>
    <w:rsid w:val="00907373"/>
    <w:rsid w:val="0091200A"/>
    <w:rsid w:val="00913884"/>
    <w:rsid w:val="0091585F"/>
    <w:rsid w:val="00917EB4"/>
    <w:rsid w:val="0092010D"/>
    <w:rsid w:val="00921E97"/>
    <w:rsid w:val="00922964"/>
    <w:rsid w:val="009317D0"/>
    <w:rsid w:val="0093255A"/>
    <w:rsid w:val="009335F2"/>
    <w:rsid w:val="00935A82"/>
    <w:rsid w:val="009364CD"/>
    <w:rsid w:val="009367AD"/>
    <w:rsid w:val="0093754F"/>
    <w:rsid w:val="00947A09"/>
    <w:rsid w:val="009509D5"/>
    <w:rsid w:val="00951025"/>
    <w:rsid w:val="00951D86"/>
    <w:rsid w:val="009520FA"/>
    <w:rsid w:val="00953478"/>
    <w:rsid w:val="00953AAB"/>
    <w:rsid w:val="0095431C"/>
    <w:rsid w:val="00955A40"/>
    <w:rsid w:val="00956154"/>
    <w:rsid w:val="00960518"/>
    <w:rsid w:val="00960AA9"/>
    <w:rsid w:val="00963973"/>
    <w:rsid w:val="00963D5F"/>
    <w:rsid w:val="009644B1"/>
    <w:rsid w:val="009649E8"/>
    <w:rsid w:val="00964A6A"/>
    <w:rsid w:val="00966853"/>
    <w:rsid w:val="00966B70"/>
    <w:rsid w:val="00970F60"/>
    <w:rsid w:val="00971F42"/>
    <w:rsid w:val="009742DF"/>
    <w:rsid w:val="009768E6"/>
    <w:rsid w:val="0098016A"/>
    <w:rsid w:val="00982A86"/>
    <w:rsid w:val="009855B9"/>
    <w:rsid w:val="00990978"/>
    <w:rsid w:val="009909AC"/>
    <w:rsid w:val="00991AD1"/>
    <w:rsid w:val="0099279D"/>
    <w:rsid w:val="00993D4C"/>
    <w:rsid w:val="00995980"/>
    <w:rsid w:val="009A0AC5"/>
    <w:rsid w:val="009A0EB3"/>
    <w:rsid w:val="009A1424"/>
    <w:rsid w:val="009A168D"/>
    <w:rsid w:val="009A1ADB"/>
    <w:rsid w:val="009A1CBB"/>
    <w:rsid w:val="009A2ABD"/>
    <w:rsid w:val="009A35FA"/>
    <w:rsid w:val="009A3986"/>
    <w:rsid w:val="009A3FD4"/>
    <w:rsid w:val="009A4C94"/>
    <w:rsid w:val="009B207E"/>
    <w:rsid w:val="009B32F8"/>
    <w:rsid w:val="009B4281"/>
    <w:rsid w:val="009C0C27"/>
    <w:rsid w:val="009C0F4F"/>
    <w:rsid w:val="009C2B27"/>
    <w:rsid w:val="009C472E"/>
    <w:rsid w:val="009D002D"/>
    <w:rsid w:val="009D0853"/>
    <w:rsid w:val="009D0CC8"/>
    <w:rsid w:val="009D0F6E"/>
    <w:rsid w:val="009D3474"/>
    <w:rsid w:val="009D4724"/>
    <w:rsid w:val="009D4814"/>
    <w:rsid w:val="009D50D4"/>
    <w:rsid w:val="009D512F"/>
    <w:rsid w:val="009D6190"/>
    <w:rsid w:val="009D63BB"/>
    <w:rsid w:val="009E1564"/>
    <w:rsid w:val="009E1CE1"/>
    <w:rsid w:val="009E1DA5"/>
    <w:rsid w:val="009E1F05"/>
    <w:rsid w:val="009E4523"/>
    <w:rsid w:val="009E504A"/>
    <w:rsid w:val="009E6AC7"/>
    <w:rsid w:val="009E6B3F"/>
    <w:rsid w:val="009E71BD"/>
    <w:rsid w:val="009F2063"/>
    <w:rsid w:val="009F2904"/>
    <w:rsid w:val="009F30B5"/>
    <w:rsid w:val="00A0160C"/>
    <w:rsid w:val="00A02DE3"/>
    <w:rsid w:val="00A04496"/>
    <w:rsid w:val="00A04F3B"/>
    <w:rsid w:val="00A0644A"/>
    <w:rsid w:val="00A07270"/>
    <w:rsid w:val="00A07329"/>
    <w:rsid w:val="00A074A9"/>
    <w:rsid w:val="00A109FB"/>
    <w:rsid w:val="00A11EA6"/>
    <w:rsid w:val="00A155FC"/>
    <w:rsid w:val="00A178E0"/>
    <w:rsid w:val="00A17F37"/>
    <w:rsid w:val="00A21825"/>
    <w:rsid w:val="00A21A8C"/>
    <w:rsid w:val="00A22680"/>
    <w:rsid w:val="00A22A8D"/>
    <w:rsid w:val="00A24911"/>
    <w:rsid w:val="00A26D8E"/>
    <w:rsid w:val="00A304DC"/>
    <w:rsid w:val="00A32497"/>
    <w:rsid w:val="00A32A0B"/>
    <w:rsid w:val="00A339F6"/>
    <w:rsid w:val="00A3403F"/>
    <w:rsid w:val="00A349F1"/>
    <w:rsid w:val="00A35B9B"/>
    <w:rsid w:val="00A36FB6"/>
    <w:rsid w:val="00A376FC"/>
    <w:rsid w:val="00A37FEA"/>
    <w:rsid w:val="00A401AE"/>
    <w:rsid w:val="00A4193C"/>
    <w:rsid w:val="00A435D2"/>
    <w:rsid w:val="00A44BDB"/>
    <w:rsid w:val="00A45029"/>
    <w:rsid w:val="00A456F0"/>
    <w:rsid w:val="00A46B01"/>
    <w:rsid w:val="00A46F8C"/>
    <w:rsid w:val="00A50CC5"/>
    <w:rsid w:val="00A52B57"/>
    <w:rsid w:val="00A541D5"/>
    <w:rsid w:val="00A54705"/>
    <w:rsid w:val="00A548CF"/>
    <w:rsid w:val="00A5503E"/>
    <w:rsid w:val="00A606E2"/>
    <w:rsid w:val="00A60AB7"/>
    <w:rsid w:val="00A64AC0"/>
    <w:rsid w:val="00A65476"/>
    <w:rsid w:val="00A65D67"/>
    <w:rsid w:val="00A70FAA"/>
    <w:rsid w:val="00A73641"/>
    <w:rsid w:val="00A74977"/>
    <w:rsid w:val="00A771EF"/>
    <w:rsid w:val="00A77B09"/>
    <w:rsid w:val="00A817D1"/>
    <w:rsid w:val="00A83270"/>
    <w:rsid w:val="00A83838"/>
    <w:rsid w:val="00A862EC"/>
    <w:rsid w:val="00A8753B"/>
    <w:rsid w:val="00A919D8"/>
    <w:rsid w:val="00A91BFC"/>
    <w:rsid w:val="00A92A78"/>
    <w:rsid w:val="00A92CB9"/>
    <w:rsid w:val="00A943E7"/>
    <w:rsid w:val="00A97943"/>
    <w:rsid w:val="00AA160E"/>
    <w:rsid w:val="00AA32A6"/>
    <w:rsid w:val="00AA5EB3"/>
    <w:rsid w:val="00AA7071"/>
    <w:rsid w:val="00AB0816"/>
    <w:rsid w:val="00AB170A"/>
    <w:rsid w:val="00AB17E4"/>
    <w:rsid w:val="00AB245E"/>
    <w:rsid w:val="00AB29D3"/>
    <w:rsid w:val="00AB34E9"/>
    <w:rsid w:val="00AB510F"/>
    <w:rsid w:val="00AB5609"/>
    <w:rsid w:val="00AB5900"/>
    <w:rsid w:val="00AB614D"/>
    <w:rsid w:val="00AB72B9"/>
    <w:rsid w:val="00AC0C55"/>
    <w:rsid w:val="00AC24F9"/>
    <w:rsid w:val="00AC2603"/>
    <w:rsid w:val="00AC2FCB"/>
    <w:rsid w:val="00AC6587"/>
    <w:rsid w:val="00AC712C"/>
    <w:rsid w:val="00AD00A2"/>
    <w:rsid w:val="00AD56C1"/>
    <w:rsid w:val="00AD5757"/>
    <w:rsid w:val="00AD58A1"/>
    <w:rsid w:val="00AD63CA"/>
    <w:rsid w:val="00AD6B47"/>
    <w:rsid w:val="00AE0ACF"/>
    <w:rsid w:val="00AE59BD"/>
    <w:rsid w:val="00AE6EE6"/>
    <w:rsid w:val="00AF0425"/>
    <w:rsid w:val="00AF2233"/>
    <w:rsid w:val="00AF4F7F"/>
    <w:rsid w:val="00AF5E05"/>
    <w:rsid w:val="00AF663F"/>
    <w:rsid w:val="00AF6B5D"/>
    <w:rsid w:val="00AF7C11"/>
    <w:rsid w:val="00B01064"/>
    <w:rsid w:val="00B0126A"/>
    <w:rsid w:val="00B0137F"/>
    <w:rsid w:val="00B02282"/>
    <w:rsid w:val="00B0333E"/>
    <w:rsid w:val="00B03B1B"/>
    <w:rsid w:val="00B04ED9"/>
    <w:rsid w:val="00B06C57"/>
    <w:rsid w:val="00B10E9F"/>
    <w:rsid w:val="00B14A03"/>
    <w:rsid w:val="00B17D6E"/>
    <w:rsid w:val="00B20583"/>
    <w:rsid w:val="00B21543"/>
    <w:rsid w:val="00B22B1F"/>
    <w:rsid w:val="00B230A9"/>
    <w:rsid w:val="00B24B76"/>
    <w:rsid w:val="00B25891"/>
    <w:rsid w:val="00B268C0"/>
    <w:rsid w:val="00B26C54"/>
    <w:rsid w:val="00B2724F"/>
    <w:rsid w:val="00B32828"/>
    <w:rsid w:val="00B32924"/>
    <w:rsid w:val="00B33650"/>
    <w:rsid w:val="00B34ADF"/>
    <w:rsid w:val="00B45B94"/>
    <w:rsid w:val="00B4723C"/>
    <w:rsid w:val="00B47E8F"/>
    <w:rsid w:val="00B543AA"/>
    <w:rsid w:val="00B57E0F"/>
    <w:rsid w:val="00B63883"/>
    <w:rsid w:val="00B64BA1"/>
    <w:rsid w:val="00B6596D"/>
    <w:rsid w:val="00B70CF8"/>
    <w:rsid w:val="00B70DDF"/>
    <w:rsid w:val="00B71C55"/>
    <w:rsid w:val="00B71F5F"/>
    <w:rsid w:val="00B72DF4"/>
    <w:rsid w:val="00B74636"/>
    <w:rsid w:val="00B74E2F"/>
    <w:rsid w:val="00B74F23"/>
    <w:rsid w:val="00B75CA9"/>
    <w:rsid w:val="00B75CEF"/>
    <w:rsid w:val="00B75F79"/>
    <w:rsid w:val="00B77A7C"/>
    <w:rsid w:val="00B77F0F"/>
    <w:rsid w:val="00B80E35"/>
    <w:rsid w:val="00B840ED"/>
    <w:rsid w:val="00B86BD1"/>
    <w:rsid w:val="00B86DDF"/>
    <w:rsid w:val="00B87A9C"/>
    <w:rsid w:val="00B87AB1"/>
    <w:rsid w:val="00B901CC"/>
    <w:rsid w:val="00B92329"/>
    <w:rsid w:val="00B932CE"/>
    <w:rsid w:val="00B932D4"/>
    <w:rsid w:val="00B9638F"/>
    <w:rsid w:val="00B97721"/>
    <w:rsid w:val="00B97C4A"/>
    <w:rsid w:val="00BA09D2"/>
    <w:rsid w:val="00BA1565"/>
    <w:rsid w:val="00BA2AC7"/>
    <w:rsid w:val="00BA2B54"/>
    <w:rsid w:val="00BA3AF6"/>
    <w:rsid w:val="00BA52FB"/>
    <w:rsid w:val="00BA57B1"/>
    <w:rsid w:val="00BA6B84"/>
    <w:rsid w:val="00BB05DE"/>
    <w:rsid w:val="00BB3F3E"/>
    <w:rsid w:val="00BB523F"/>
    <w:rsid w:val="00BB7387"/>
    <w:rsid w:val="00BC2A66"/>
    <w:rsid w:val="00BC3A61"/>
    <w:rsid w:val="00BC3CF6"/>
    <w:rsid w:val="00BC44DF"/>
    <w:rsid w:val="00BC674F"/>
    <w:rsid w:val="00BD1B93"/>
    <w:rsid w:val="00BD1F36"/>
    <w:rsid w:val="00BD217F"/>
    <w:rsid w:val="00BD36E8"/>
    <w:rsid w:val="00BD3C47"/>
    <w:rsid w:val="00BD3DB5"/>
    <w:rsid w:val="00BD5E21"/>
    <w:rsid w:val="00BD7855"/>
    <w:rsid w:val="00BE0315"/>
    <w:rsid w:val="00BE07DE"/>
    <w:rsid w:val="00BE1B39"/>
    <w:rsid w:val="00BE3148"/>
    <w:rsid w:val="00BE4D29"/>
    <w:rsid w:val="00BE50A5"/>
    <w:rsid w:val="00BE554C"/>
    <w:rsid w:val="00BE5F65"/>
    <w:rsid w:val="00BE5F7B"/>
    <w:rsid w:val="00BE5FAE"/>
    <w:rsid w:val="00BE685D"/>
    <w:rsid w:val="00BE7E90"/>
    <w:rsid w:val="00BF113E"/>
    <w:rsid w:val="00BF11CD"/>
    <w:rsid w:val="00BF184D"/>
    <w:rsid w:val="00BF19D1"/>
    <w:rsid w:val="00BF1AB8"/>
    <w:rsid w:val="00BF1BBB"/>
    <w:rsid w:val="00BF26DE"/>
    <w:rsid w:val="00BF2FD5"/>
    <w:rsid w:val="00BF365B"/>
    <w:rsid w:val="00BF3F3A"/>
    <w:rsid w:val="00BF44CD"/>
    <w:rsid w:val="00BF66A4"/>
    <w:rsid w:val="00BF791A"/>
    <w:rsid w:val="00C022F9"/>
    <w:rsid w:val="00C024F8"/>
    <w:rsid w:val="00C03E65"/>
    <w:rsid w:val="00C0526B"/>
    <w:rsid w:val="00C0628E"/>
    <w:rsid w:val="00C06926"/>
    <w:rsid w:val="00C06BEA"/>
    <w:rsid w:val="00C06EE1"/>
    <w:rsid w:val="00C07FEF"/>
    <w:rsid w:val="00C139EF"/>
    <w:rsid w:val="00C15501"/>
    <w:rsid w:val="00C20942"/>
    <w:rsid w:val="00C23BBD"/>
    <w:rsid w:val="00C25D1F"/>
    <w:rsid w:val="00C30767"/>
    <w:rsid w:val="00C31AA0"/>
    <w:rsid w:val="00C32366"/>
    <w:rsid w:val="00C34E6B"/>
    <w:rsid w:val="00C36E68"/>
    <w:rsid w:val="00C36F5D"/>
    <w:rsid w:val="00C40116"/>
    <w:rsid w:val="00C40725"/>
    <w:rsid w:val="00C42806"/>
    <w:rsid w:val="00C42872"/>
    <w:rsid w:val="00C43B20"/>
    <w:rsid w:val="00C43CA8"/>
    <w:rsid w:val="00C447D5"/>
    <w:rsid w:val="00C44D39"/>
    <w:rsid w:val="00C45509"/>
    <w:rsid w:val="00C467CA"/>
    <w:rsid w:val="00C4705A"/>
    <w:rsid w:val="00C47C59"/>
    <w:rsid w:val="00C51AFD"/>
    <w:rsid w:val="00C531BA"/>
    <w:rsid w:val="00C5374E"/>
    <w:rsid w:val="00C54E21"/>
    <w:rsid w:val="00C54F01"/>
    <w:rsid w:val="00C56DEA"/>
    <w:rsid w:val="00C5702A"/>
    <w:rsid w:val="00C574D3"/>
    <w:rsid w:val="00C57E11"/>
    <w:rsid w:val="00C60A94"/>
    <w:rsid w:val="00C60FF6"/>
    <w:rsid w:val="00C6205B"/>
    <w:rsid w:val="00C62931"/>
    <w:rsid w:val="00C63182"/>
    <w:rsid w:val="00C63FE2"/>
    <w:rsid w:val="00C712E5"/>
    <w:rsid w:val="00C71A8C"/>
    <w:rsid w:val="00C76263"/>
    <w:rsid w:val="00C778AB"/>
    <w:rsid w:val="00C83B2C"/>
    <w:rsid w:val="00C84135"/>
    <w:rsid w:val="00C84793"/>
    <w:rsid w:val="00C856F6"/>
    <w:rsid w:val="00C85B4C"/>
    <w:rsid w:val="00C85C88"/>
    <w:rsid w:val="00C86729"/>
    <w:rsid w:val="00C874E4"/>
    <w:rsid w:val="00C9344F"/>
    <w:rsid w:val="00C9353D"/>
    <w:rsid w:val="00CA1CD9"/>
    <w:rsid w:val="00CA23E5"/>
    <w:rsid w:val="00CA3748"/>
    <w:rsid w:val="00CA759E"/>
    <w:rsid w:val="00CA7886"/>
    <w:rsid w:val="00CB0567"/>
    <w:rsid w:val="00CB17FF"/>
    <w:rsid w:val="00CB2BAB"/>
    <w:rsid w:val="00CB3EA3"/>
    <w:rsid w:val="00CB74EC"/>
    <w:rsid w:val="00CB7B72"/>
    <w:rsid w:val="00CC0622"/>
    <w:rsid w:val="00CC0F1F"/>
    <w:rsid w:val="00CC39ED"/>
    <w:rsid w:val="00CC6C7A"/>
    <w:rsid w:val="00CC75A1"/>
    <w:rsid w:val="00CC79A0"/>
    <w:rsid w:val="00CD0C1D"/>
    <w:rsid w:val="00CD142B"/>
    <w:rsid w:val="00CD1AEC"/>
    <w:rsid w:val="00CE166C"/>
    <w:rsid w:val="00CE190D"/>
    <w:rsid w:val="00CE20F4"/>
    <w:rsid w:val="00CE305F"/>
    <w:rsid w:val="00CE432C"/>
    <w:rsid w:val="00CE47AE"/>
    <w:rsid w:val="00CF02A3"/>
    <w:rsid w:val="00CF0FBD"/>
    <w:rsid w:val="00CF159A"/>
    <w:rsid w:val="00CF31DE"/>
    <w:rsid w:val="00CF4A52"/>
    <w:rsid w:val="00CF5DD1"/>
    <w:rsid w:val="00CF6F02"/>
    <w:rsid w:val="00D0017B"/>
    <w:rsid w:val="00D002DC"/>
    <w:rsid w:val="00D010AE"/>
    <w:rsid w:val="00D021B4"/>
    <w:rsid w:val="00D0476B"/>
    <w:rsid w:val="00D06A82"/>
    <w:rsid w:val="00D07240"/>
    <w:rsid w:val="00D114A4"/>
    <w:rsid w:val="00D14EB1"/>
    <w:rsid w:val="00D153F7"/>
    <w:rsid w:val="00D16CA1"/>
    <w:rsid w:val="00D1723D"/>
    <w:rsid w:val="00D17529"/>
    <w:rsid w:val="00D1791E"/>
    <w:rsid w:val="00D2072E"/>
    <w:rsid w:val="00D22EAF"/>
    <w:rsid w:val="00D22FA6"/>
    <w:rsid w:val="00D233C7"/>
    <w:rsid w:val="00D24C2A"/>
    <w:rsid w:val="00D259B6"/>
    <w:rsid w:val="00D2647C"/>
    <w:rsid w:val="00D31958"/>
    <w:rsid w:val="00D33CA1"/>
    <w:rsid w:val="00D33E3A"/>
    <w:rsid w:val="00D35C74"/>
    <w:rsid w:val="00D361C1"/>
    <w:rsid w:val="00D36AFB"/>
    <w:rsid w:val="00D403A5"/>
    <w:rsid w:val="00D40B40"/>
    <w:rsid w:val="00D422DC"/>
    <w:rsid w:val="00D4479E"/>
    <w:rsid w:val="00D44C34"/>
    <w:rsid w:val="00D45EE4"/>
    <w:rsid w:val="00D46BAF"/>
    <w:rsid w:val="00D50480"/>
    <w:rsid w:val="00D507D5"/>
    <w:rsid w:val="00D54014"/>
    <w:rsid w:val="00D5430F"/>
    <w:rsid w:val="00D55A0F"/>
    <w:rsid w:val="00D564F1"/>
    <w:rsid w:val="00D56DF5"/>
    <w:rsid w:val="00D57812"/>
    <w:rsid w:val="00D6063F"/>
    <w:rsid w:val="00D6080D"/>
    <w:rsid w:val="00D6139F"/>
    <w:rsid w:val="00D6282D"/>
    <w:rsid w:val="00D63460"/>
    <w:rsid w:val="00D64E7D"/>
    <w:rsid w:val="00D65168"/>
    <w:rsid w:val="00D67D62"/>
    <w:rsid w:val="00D70167"/>
    <w:rsid w:val="00D72D49"/>
    <w:rsid w:val="00D73889"/>
    <w:rsid w:val="00D74B35"/>
    <w:rsid w:val="00D7645D"/>
    <w:rsid w:val="00D76837"/>
    <w:rsid w:val="00D7693F"/>
    <w:rsid w:val="00D76A33"/>
    <w:rsid w:val="00D81F9A"/>
    <w:rsid w:val="00D8365B"/>
    <w:rsid w:val="00D84BA4"/>
    <w:rsid w:val="00D84E66"/>
    <w:rsid w:val="00D864F8"/>
    <w:rsid w:val="00D873A6"/>
    <w:rsid w:val="00D87B8B"/>
    <w:rsid w:val="00D92CD3"/>
    <w:rsid w:val="00D9302A"/>
    <w:rsid w:val="00D94AC7"/>
    <w:rsid w:val="00D97184"/>
    <w:rsid w:val="00DA1613"/>
    <w:rsid w:val="00DA22C0"/>
    <w:rsid w:val="00DA427B"/>
    <w:rsid w:val="00DA514E"/>
    <w:rsid w:val="00DB13D0"/>
    <w:rsid w:val="00DB23E5"/>
    <w:rsid w:val="00DB4181"/>
    <w:rsid w:val="00DB48F6"/>
    <w:rsid w:val="00DB7B31"/>
    <w:rsid w:val="00DC0C5D"/>
    <w:rsid w:val="00DC4E87"/>
    <w:rsid w:val="00DC5113"/>
    <w:rsid w:val="00DD3D9B"/>
    <w:rsid w:val="00DD54E0"/>
    <w:rsid w:val="00DD7A18"/>
    <w:rsid w:val="00DD7C1F"/>
    <w:rsid w:val="00DE3B4B"/>
    <w:rsid w:val="00DE4DF1"/>
    <w:rsid w:val="00DE50DD"/>
    <w:rsid w:val="00DF3391"/>
    <w:rsid w:val="00DF7E47"/>
    <w:rsid w:val="00E0249F"/>
    <w:rsid w:val="00E030BF"/>
    <w:rsid w:val="00E03142"/>
    <w:rsid w:val="00E0372A"/>
    <w:rsid w:val="00E03D0D"/>
    <w:rsid w:val="00E04CBF"/>
    <w:rsid w:val="00E07978"/>
    <w:rsid w:val="00E079AC"/>
    <w:rsid w:val="00E11F92"/>
    <w:rsid w:val="00E123B8"/>
    <w:rsid w:val="00E14D1A"/>
    <w:rsid w:val="00E14F37"/>
    <w:rsid w:val="00E17B16"/>
    <w:rsid w:val="00E21056"/>
    <w:rsid w:val="00E228D2"/>
    <w:rsid w:val="00E24075"/>
    <w:rsid w:val="00E24517"/>
    <w:rsid w:val="00E25723"/>
    <w:rsid w:val="00E25CE7"/>
    <w:rsid w:val="00E25F79"/>
    <w:rsid w:val="00E26653"/>
    <w:rsid w:val="00E2693E"/>
    <w:rsid w:val="00E26C5A"/>
    <w:rsid w:val="00E27DBE"/>
    <w:rsid w:val="00E3022D"/>
    <w:rsid w:val="00E315D2"/>
    <w:rsid w:val="00E32B41"/>
    <w:rsid w:val="00E32C8A"/>
    <w:rsid w:val="00E3563A"/>
    <w:rsid w:val="00E36B08"/>
    <w:rsid w:val="00E37724"/>
    <w:rsid w:val="00E402F4"/>
    <w:rsid w:val="00E41568"/>
    <w:rsid w:val="00E45A3E"/>
    <w:rsid w:val="00E47547"/>
    <w:rsid w:val="00E5100B"/>
    <w:rsid w:val="00E51448"/>
    <w:rsid w:val="00E51A73"/>
    <w:rsid w:val="00E541BC"/>
    <w:rsid w:val="00E554EC"/>
    <w:rsid w:val="00E56044"/>
    <w:rsid w:val="00E57446"/>
    <w:rsid w:val="00E63203"/>
    <w:rsid w:val="00E64415"/>
    <w:rsid w:val="00E66CFD"/>
    <w:rsid w:val="00E7194E"/>
    <w:rsid w:val="00E721EC"/>
    <w:rsid w:val="00E7332B"/>
    <w:rsid w:val="00E743C7"/>
    <w:rsid w:val="00E74A79"/>
    <w:rsid w:val="00E75823"/>
    <w:rsid w:val="00E76821"/>
    <w:rsid w:val="00E80078"/>
    <w:rsid w:val="00E8034B"/>
    <w:rsid w:val="00E80469"/>
    <w:rsid w:val="00E835E5"/>
    <w:rsid w:val="00E8384F"/>
    <w:rsid w:val="00E84798"/>
    <w:rsid w:val="00E84BC7"/>
    <w:rsid w:val="00E85093"/>
    <w:rsid w:val="00E85BD2"/>
    <w:rsid w:val="00E86634"/>
    <w:rsid w:val="00E86C30"/>
    <w:rsid w:val="00E9056F"/>
    <w:rsid w:val="00E90791"/>
    <w:rsid w:val="00E90C30"/>
    <w:rsid w:val="00E915C0"/>
    <w:rsid w:val="00E92BEB"/>
    <w:rsid w:val="00E92CDC"/>
    <w:rsid w:val="00E94583"/>
    <w:rsid w:val="00E966F9"/>
    <w:rsid w:val="00E96D33"/>
    <w:rsid w:val="00EA1CE5"/>
    <w:rsid w:val="00EA295F"/>
    <w:rsid w:val="00EA5026"/>
    <w:rsid w:val="00EB04D6"/>
    <w:rsid w:val="00EB069F"/>
    <w:rsid w:val="00EB0D0C"/>
    <w:rsid w:val="00EB11B5"/>
    <w:rsid w:val="00EB14B7"/>
    <w:rsid w:val="00EB1AB8"/>
    <w:rsid w:val="00EB2D5B"/>
    <w:rsid w:val="00EB35E7"/>
    <w:rsid w:val="00EB407B"/>
    <w:rsid w:val="00EB756A"/>
    <w:rsid w:val="00EB7632"/>
    <w:rsid w:val="00EC0A9C"/>
    <w:rsid w:val="00EC1643"/>
    <w:rsid w:val="00EC2667"/>
    <w:rsid w:val="00EC55B5"/>
    <w:rsid w:val="00EC7A15"/>
    <w:rsid w:val="00ED0B9D"/>
    <w:rsid w:val="00ED12EE"/>
    <w:rsid w:val="00ED1C03"/>
    <w:rsid w:val="00ED2065"/>
    <w:rsid w:val="00ED329E"/>
    <w:rsid w:val="00ED473F"/>
    <w:rsid w:val="00ED4AC1"/>
    <w:rsid w:val="00ED5FCC"/>
    <w:rsid w:val="00EE01B8"/>
    <w:rsid w:val="00EE0231"/>
    <w:rsid w:val="00EE0D1C"/>
    <w:rsid w:val="00EE287C"/>
    <w:rsid w:val="00EE47D8"/>
    <w:rsid w:val="00EE56A5"/>
    <w:rsid w:val="00EE5FB9"/>
    <w:rsid w:val="00EE64DB"/>
    <w:rsid w:val="00EF25D7"/>
    <w:rsid w:val="00EF281C"/>
    <w:rsid w:val="00EF378E"/>
    <w:rsid w:val="00EF3F2E"/>
    <w:rsid w:val="00EF7A42"/>
    <w:rsid w:val="00EF7BE5"/>
    <w:rsid w:val="00F002CC"/>
    <w:rsid w:val="00F01938"/>
    <w:rsid w:val="00F021E7"/>
    <w:rsid w:val="00F04102"/>
    <w:rsid w:val="00F04372"/>
    <w:rsid w:val="00F05C10"/>
    <w:rsid w:val="00F0727B"/>
    <w:rsid w:val="00F17D59"/>
    <w:rsid w:val="00F21D64"/>
    <w:rsid w:val="00F22579"/>
    <w:rsid w:val="00F22B01"/>
    <w:rsid w:val="00F27895"/>
    <w:rsid w:val="00F306DD"/>
    <w:rsid w:val="00F31AE6"/>
    <w:rsid w:val="00F32683"/>
    <w:rsid w:val="00F34D26"/>
    <w:rsid w:val="00F3648F"/>
    <w:rsid w:val="00F4019E"/>
    <w:rsid w:val="00F4024E"/>
    <w:rsid w:val="00F40EB9"/>
    <w:rsid w:val="00F414F3"/>
    <w:rsid w:val="00F4196E"/>
    <w:rsid w:val="00F420E5"/>
    <w:rsid w:val="00F442E5"/>
    <w:rsid w:val="00F44611"/>
    <w:rsid w:val="00F4573B"/>
    <w:rsid w:val="00F46E0B"/>
    <w:rsid w:val="00F4731D"/>
    <w:rsid w:val="00F4773C"/>
    <w:rsid w:val="00F514CC"/>
    <w:rsid w:val="00F5150F"/>
    <w:rsid w:val="00F51719"/>
    <w:rsid w:val="00F51C05"/>
    <w:rsid w:val="00F529DB"/>
    <w:rsid w:val="00F553C3"/>
    <w:rsid w:val="00F56357"/>
    <w:rsid w:val="00F57B8C"/>
    <w:rsid w:val="00F61CF6"/>
    <w:rsid w:val="00F61E87"/>
    <w:rsid w:val="00F6299A"/>
    <w:rsid w:val="00F65799"/>
    <w:rsid w:val="00F658ED"/>
    <w:rsid w:val="00F65C85"/>
    <w:rsid w:val="00F66054"/>
    <w:rsid w:val="00F66815"/>
    <w:rsid w:val="00F66B7A"/>
    <w:rsid w:val="00F66D5C"/>
    <w:rsid w:val="00F72C53"/>
    <w:rsid w:val="00F73050"/>
    <w:rsid w:val="00F73559"/>
    <w:rsid w:val="00F73DA3"/>
    <w:rsid w:val="00F7465C"/>
    <w:rsid w:val="00F764AD"/>
    <w:rsid w:val="00F80307"/>
    <w:rsid w:val="00F80728"/>
    <w:rsid w:val="00F8091A"/>
    <w:rsid w:val="00F81156"/>
    <w:rsid w:val="00F8302F"/>
    <w:rsid w:val="00F83A98"/>
    <w:rsid w:val="00F84079"/>
    <w:rsid w:val="00F85C98"/>
    <w:rsid w:val="00F91BFF"/>
    <w:rsid w:val="00F94485"/>
    <w:rsid w:val="00FA0768"/>
    <w:rsid w:val="00FA126D"/>
    <w:rsid w:val="00FA191A"/>
    <w:rsid w:val="00FA37B9"/>
    <w:rsid w:val="00FA3CFC"/>
    <w:rsid w:val="00FA4174"/>
    <w:rsid w:val="00FA4D45"/>
    <w:rsid w:val="00FA4E5E"/>
    <w:rsid w:val="00FB00FA"/>
    <w:rsid w:val="00FB34E3"/>
    <w:rsid w:val="00FB3B27"/>
    <w:rsid w:val="00FB4162"/>
    <w:rsid w:val="00FB4662"/>
    <w:rsid w:val="00FB6A4F"/>
    <w:rsid w:val="00FB6E84"/>
    <w:rsid w:val="00FC1C13"/>
    <w:rsid w:val="00FC2A2F"/>
    <w:rsid w:val="00FC345C"/>
    <w:rsid w:val="00FC3479"/>
    <w:rsid w:val="00FC3C68"/>
    <w:rsid w:val="00FC3F9B"/>
    <w:rsid w:val="00FC4263"/>
    <w:rsid w:val="00FC5926"/>
    <w:rsid w:val="00FC6355"/>
    <w:rsid w:val="00FC638F"/>
    <w:rsid w:val="00FC7037"/>
    <w:rsid w:val="00FC71F2"/>
    <w:rsid w:val="00FC7425"/>
    <w:rsid w:val="00FD28D8"/>
    <w:rsid w:val="00FD4E77"/>
    <w:rsid w:val="00FD5082"/>
    <w:rsid w:val="00FD5387"/>
    <w:rsid w:val="00FD5E62"/>
    <w:rsid w:val="00FD6617"/>
    <w:rsid w:val="00FD6CD6"/>
    <w:rsid w:val="00FD6FD0"/>
    <w:rsid w:val="00FD7286"/>
    <w:rsid w:val="00FE1072"/>
    <w:rsid w:val="00FE171C"/>
    <w:rsid w:val="00FE28F8"/>
    <w:rsid w:val="00FE3B6B"/>
    <w:rsid w:val="00FE50A7"/>
    <w:rsid w:val="00FE77DD"/>
    <w:rsid w:val="00FE7C6D"/>
    <w:rsid w:val="00FF1362"/>
    <w:rsid w:val="00FF25BC"/>
    <w:rsid w:val="00FF3284"/>
    <w:rsid w:val="00FF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512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2FB308-A04D-49BD-8729-39FE480F4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9</TotalTime>
  <Pages>2</Pages>
  <Words>138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11</cp:revision>
  <cp:lastPrinted>2017-10-24T11:47:00Z</cp:lastPrinted>
  <dcterms:created xsi:type="dcterms:W3CDTF">2018-03-29T18:28:00Z</dcterms:created>
  <dcterms:modified xsi:type="dcterms:W3CDTF">2018-04-02T17:22:00Z</dcterms:modified>
</cp:coreProperties>
</file>